
<file path=[Content_Types].xml><?xml version="1.0" encoding="utf-8"?>
<Types xmlns="http://schemas.openxmlformats.org/package/2006/content-types">
  <Override PartName="/word/glossary/numbering.xml" ContentType="application/vnd.openxmlformats-officedocument.wordprocessingml.numbering+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4DF" w:rsidRDefault="00602586">
      <w:pPr>
        <w:sectPr w:rsidR="00CB54DF">
          <w:pgSz w:w="15840" w:h="12240" w:orient="landscape"/>
          <w:pgMar w:top="720" w:right="720" w:bottom="720" w:left="720" w:header="720" w:footer="720" w:gutter="0"/>
          <w:cols w:space="720"/>
          <w:docGrid w:linePitch="360"/>
        </w:sectPr>
      </w:pPr>
      <w:r>
        <w:rPr>
          <w:noProof/>
        </w:rPr>
        <w:pict>
          <v:shapetype id="_x0000_t202" coordsize="21600,21600" o:spt="202" path="m,l,21600r21600,l21600,xe">
            <v:stroke joinstyle="miter"/>
            <v:path gradientshapeok="t" o:connecttype="rect"/>
          </v:shapetype>
          <v:shape id="_x0000_s1035" type="#_x0000_t202" style="position:absolute;margin-left:1684.65pt;margin-top:182.15pt;width:201.6pt;height:35.85pt;z-index:251664384;mso-position-horizontal:right;mso-position-horizontal-relative:margin;mso-position-vertical-relative:page;v-text-anchor:bottom" fillcolor="#dae1e8" stroked="f">
            <v:textbox style="mso-next-textbox:#_x0000_s1035">
              <w:txbxContent>
                <w:sdt>
                  <w:sdtPr>
                    <w:alias w:val="Company"/>
                    <w:id w:val="71674626"/>
                    <w:placeholder>
                      <w:docPart w:val="D0A950DD41F04273A1FA4C10229C1B36"/>
                    </w:placeholder>
                    <w:showingPlcHdr/>
                    <w:dataBinding w:prefixMappings="xmlns:ns0='http://schemas.openxmlformats.org/officeDocument/2006/extended-properties'" w:xpath="/ns0:Properties[1]/ns0:Company[1]" w:storeItemID="{6668398D-A668-4E3E-A5EB-62B293D839F1}"/>
                    <w:text/>
                  </w:sdtPr>
                  <w:sdtContent>
                    <w:p w:rsidR="00CB54DF" w:rsidRDefault="00DC66B0">
                      <w:pPr>
                        <w:pStyle w:val="BrochureTitle"/>
                      </w:pPr>
                      <w:r>
                        <w:t>[Adventure Works]</w:t>
                      </w:r>
                    </w:p>
                  </w:sdtContent>
                </w:sdt>
              </w:txbxContent>
            </v:textbox>
            <w10:wrap anchorx="margin" anchory="page"/>
          </v:shape>
        </w:pict>
      </w:r>
      <w:r>
        <w:rPr>
          <w:noProof/>
        </w:rPr>
        <w:pict>
          <v:shape id="_x0000_s1032" type="#_x0000_t202" style="position:absolute;margin-left:517.45pt;margin-top:180pt;width:201.6pt;height:23.7pt;z-index:251662336" filled="f" stroked="f">
            <v:textbox>
              <w:txbxContent>
                <w:sdt>
                  <w:sdtPr>
                    <w:id w:val="71674640"/>
                    <w:placeholder>
                      <w:docPart w:val="440F9EE3ACC040F2A415FC948E455BEB"/>
                    </w:placeholder>
                    <w:temporary/>
                    <w:showingPlcHdr/>
                  </w:sdtPr>
                  <w:sdtContent>
                    <w:p w:rsidR="00CB54DF" w:rsidRDefault="00DC66B0">
                      <w:pPr>
                        <w:pStyle w:val="BrochureSubtitle"/>
                      </w:pPr>
                      <w:r>
                        <w:t>[Future Solutions Now]</w:t>
                      </w:r>
                    </w:p>
                  </w:sdtContent>
                </w:sdt>
              </w:txbxContent>
            </v:textbox>
          </v:shape>
        </w:pict>
      </w:r>
      <w:r>
        <w:rPr>
          <w:noProof/>
        </w:rPr>
        <w:pict>
          <v:shape id="_x0000_s1030" type="#_x0000_t202" style="position:absolute;margin-left:0;margin-top:0;width:147pt;height:120pt;z-index:251661312;mso-position-horizontal:center;mso-position-horizontal-relative:page;mso-position-vertical:bottom;mso-position-vertical-relative:margin;v-text-anchor:bottom" fillcolor="#4f81bd [3204]" stroked="f">
            <v:fill opacity="0" color2="#b8cce4 [1300]" rotate="t" focusposition=",1" focussize="" focus="100%" type="gradientRadial">
              <o:fill v:ext="view" type="gradientCenter"/>
            </v:fill>
            <v:textbox style="mso-next-textbox:#_x0000_s1030;mso-fit-shape-to-text:t" inset=",7.2pt,,7.2pt">
              <w:txbxContent>
                <w:sdt>
                  <w:sdtPr>
                    <w:alias w:val="Company"/>
                    <w:id w:val="71749683"/>
                    <w:placeholder>
                      <w:docPart w:val="2000772489A74F1B88CCD0161FFDACF2"/>
                    </w:placeholder>
                    <w:showingPlcHdr/>
                    <w:dataBinding w:prefixMappings="xmlns:ns0='http://schemas.openxmlformats.org/officeDocument/2006/extended-properties'" w:xpath="/ns0:Properties[1]/ns0:Company[1]" w:storeItemID="{6668398D-A668-4E3E-A5EB-62B293D839F1}"/>
                    <w:text/>
                  </w:sdtPr>
                  <w:sdtContent>
                    <w:p w:rsidR="00CB54DF" w:rsidRDefault="00DC66B0">
                      <w:pPr>
                        <w:pStyle w:val="ContactInformationHeading"/>
                      </w:pPr>
                      <w:r>
                        <w:t>[Adventure Works]</w:t>
                      </w:r>
                    </w:p>
                  </w:sdtContent>
                </w:sdt>
                <w:sdt>
                  <w:sdtPr>
                    <w:alias w:val="Address"/>
                    <w:id w:val="71749700"/>
                    <w:placeholder>
                      <w:docPart w:val="AC9CC7FD48134CAFA163275B223786A0"/>
                    </w:placeholder>
                    <w:showingPlcHdr/>
                    <w:dataBinding w:prefixMappings="xmlns:ns0='http://schemas.microsoft.com/office/2006/coverPageProps'" w:xpath="/ns0:CoverPageProperties[1]/ns0:CompanyAddress[1]" w:storeItemID="{55AF091B-3C7A-41E3-B477-F2FDAA23CFDA}"/>
                    <w:text w:multiLine="1"/>
                  </w:sdtPr>
                  <w:sdtContent>
                    <w:p w:rsidR="00CB54DF" w:rsidRDefault="00DC66B0">
                      <w:pPr>
                        <w:pStyle w:val="ContactInformation"/>
                      </w:pPr>
                      <w:r>
                        <w:t>[Street Address]</w:t>
                      </w:r>
                    </w:p>
                  </w:sdtContent>
                </w:sdt>
                <w:p w:rsidR="00CB54DF" w:rsidRDefault="00DC66B0">
                  <w:pPr>
                    <w:pStyle w:val="ContactInformation"/>
                  </w:pPr>
                  <w:r>
                    <w:t xml:space="preserve">Phone: </w:t>
                  </w:r>
                  <w:sdt>
                    <w:sdtPr>
                      <w:alias w:val="Phone"/>
                      <w:id w:val="71749720"/>
                      <w:placeholder>
                        <w:docPart w:val="B7D7814F9FB6445FB60A8C785A696C19"/>
                      </w:placeholder>
                      <w:showingPlcHdr/>
                      <w:dataBinding w:prefixMappings="xmlns:ns0='http://schemas.microsoft.com/office/2006/coverPageProps'" w:xpath="/ns0:CoverPageProperties[1]/ns0:CompanyPhone[1]" w:storeItemID="{55AF091B-3C7A-41E3-B477-F2FDAA23CFDA}"/>
                      <w:text/>
                    </w:sdtPr>
                    <w:sdtContent>
                      <w:r>
                        <w:t>[Phone number]</w:t>
                      </w:r>
                    </w:sdtContent>
                  </w:sdt>
                </w:p>
                <w:p w:rsidR="00CB54DF" w:rsidRDefault="00DC66B0">
                  <w:pPr>
                    <w:pStyle w:val="ContactInformation"/>
                  </w:pPr>
                  <w:r>
                    <w:t xml:space="preserve">Fax: </w:t>
                  </w:r>
                  <w:sdt>
                    <w:sdtPr>
                      <w:alias w:val="Fax"/>
                      <w:id w:val="71749740"/>
                      <w:placeholder>
                        <w:docPart w:val="7B8A356E6DB9440487680D72810E441A"/>
                      </w:placeholder>
                      <w:showingPlcHdr/>
                      <w:dataBinding w:prefixMappings="xmlns:ns0='http://schemas.microsoft.com/office/2006/coverPageProps'" w:xpath="/ns0:CoverPageProperties[1]/ns0:CompanyFax[1]" w:storeItemID="{55AF091B-3C7A-41E3-B477-F2FDAA23CFDA}"/>
                      <w:text/>
                    </w:sdtPr>
                    <w:sdtContent>
                      <w:r>
                        <w:t>[Fax number]</w:t>
                      </w:r>
                    </w:sdtContent>
                  </w:sdt>
                </w:p>
                <w:sdt>
                  <w:sdtPr>
                    <w:id w:val="71749746"/>
                    <w:placeholder>
                      <w:docPart w:val="81A19B9665BC4C069A1C6F2B35A680C1"/>
                    </w:placeholder>
                    <w:temporary/>
                    <w:showingPlcHdr/>
                  </w:sdtPr>
                  <w:sdtContent>
                    <w:p w:rsidR="00CB54DF" w:rsidRDefault="00DC66B0">
                      <w:pPr>
                        <w:pStyle w:val="WebSiteAddress"/>
                      </w:pPr>
                      <w:r>
                        <w:t>[www.adventureworks.com]</w:t>
                      </w:r>
                    </w:p>
                  </w:sdtContent>
                </w:sdt>
              </w:txbxContent>
            </v:textbox>
            <w10:wrap anchorx="page" anchory="margin"/>
          </v:shape>
        </w:pict>
      </w:r>
      <w:r>
        <w:rPr>
          <w:noProof/>
        </w:rPr>
        <w:pict>
          <v:rect id="_x0000_s1028" style="position:absolute;margin-left:1684.65pt;margin-top:0;width:201.6pt;height:336.3pt;z-index:251660288;mso-position-horizontal:right;mso-position-horizontal-relative:margin;mso-position-vertical:bottom;mso-position-vertical-relative:margin" fillcolor="#938953 [1614]" stroked="f">
            <v:fill opacity="0" color2="#ddd8c2 [2894]" angle="-90" focusposition=",1" focussize="" focus="100%" type="gradientRadial">
              <o:fill v:ext="view" type="gradientCenter"/>
            </v:fill>
            <v:textbox inset=",252pt">
              <w:txbxContent>
                <w:p w:rsidR="00CB54DF" w:rsidRDefault="00CB54DF" w:rsidP="00926BD1">
                  <w:pPr>
                    <w:pStyle w:val="BrochureSubtitle2"/>
                  </w:pPr>
                </w:p>
              </w:txbxContent>
            </v:textbox>
            <w10:wrap anchorx="margin" anchory="margin"/>
          </v:rect>
        </w:pict>
      </w:r>
      <w:r>
        <w:rPr>
          <w:noProof/>
        </w:rPr>
        <w:pict>
          <v:rect id="_x0000_s1027" style="position:absolute;margin-left:1684.65pt;margin-top:0;width:201.6pt;height:180pt;z-index:251659264;mso-position-horizontal:right;mso-position-horizontal-relative:margin;mso-position-vertical:top;mso-position-vertical-relative:margin" fillcolor="#4f81bd [3204]" stroked="f">
            <v:fill color2="#b8cce4 [1300]" angle="-90" focusposition=",1" focussize="" focus="100%" type="gradientRadial">
              <o:fill v:ext="view" type="gradientCenter"/>
            </v:fill>
            <v:textbox>
              <w:txbxContent>
                <w:p w:rsidR="00926BD1" w:rsidRPr="00576F92" w:rsidRDefault="00926BD1" w:rsidP="00926BD1">
                  <w:pPr>
                    <w:pStyle w:val="Heading1"/>
                    <w:rPr>
                      <w:sz w:val="44"/>
                      <w:szCs w:val="44"/>
                    </w:rPr>
                  </w:pPr>
                  <w:r w:rsidRPr="00926BD1">
                    <w:rPr>
                      <w:sz w:val="36"/>
                      <w:szCs w:val="36"/>
                    </w:rPr>
                    <w:t>The Meadows Elementary: Schoolwide Positive Behavior</w:t>
                  </w:r>
                  <w:r w:rsidRPr="00576F92">
                    <w:rPr>
                      <w:sz w:val="44"/>
                      <w:szCs w:val="44"/>
                    </w:rPr>
                    <w:t xml:space="preserve"> </w:t>
                  </w:r>
                  <w:r w:rsidRPr="00926BD1">
                    <w:rPr>
                      <w:sz w:val="36"/>
                      <w:szCs w:val="36"/>
                    </w:rPr>
                    <w:t>Supports Initiative (PBSI)</w:t>
                  </w:r>
                  <w:r w:rsidRPr="00576F92">
                    <w:rPr>
                      <w:sz w:val="44"/>
                      <w:szCs w:val="44"/>
                    </w:rPr>
                    <w:t xml:space="preserve"> </w:t>
                  </w:r>
                </w:p>
                <w:p w:rsidR="00CB54DF" w:rsidRDefault="00CB54DF"/>
              </w:txbxContent>
            </v:textbox>
            <w10:wrap anchorx="margin" anchory="margin"/>
          </v:rect>
        </w:pict>
      </w:r>
      <w:r>
        <w:rPr>
          <w:noProof/>
        </w:rPr>
        <w:pict>
          <v:rect id="_x0000_s1026" style="position:absolute;margin-left:0;margin-top:0;width:201.6pt;height:540pt;z-index:-251658240;mso-position-horizontal:left;mso-position-horizontal-relative:margin;mso-position-vertical:bottom;mso-position-vertical-relative:margin" fillcolor="#938953 [1614]" stroked="f">
            <v:fill opacity="0" color2="#ddd8c2 [2894]" angle="-90" focusposition=",1" focussize="" focus="100%" type="gradientRadial">
              <o:fill v:ext="view" type="gradientCenter"/>
            </v:fill>
            <v:textbox style="mso-next-textbox:#_x0000_s1026">
              <w:txbxContent>
                <w:sdt>
                  <w:sdtPr>
                    <w:id w:val="64831793"/>
                    <w:placeholder>
                      <w:docPart w:val="50F06A563AA44C68B1DE899A5CDD2B8E"/>
                    </w:placeholder>
                    <w:temporary/>
                    <w:showingPlcHdr/>
                  </w:sdtPr>
                  <w:sdtContent>
                    <w:p w:rsidR="00CB54DF" w:rsidRDefault="00DC66B0">
                      <w:pPr>
                        <w:pStyle w:val="SectionHeading2"/>
                      </w:pPr>
                      <w:r>
                        <w:t>[How to create a brochure]</w:t>
                      </w:r>
                    </w:p>
                  </w:sdtContent>
                </w:sdt>
                <w:sdt>
                  <w:sdtPr>
                    <w:id w:val="72571799"/>
                    <w:placeholder>
                      <w:docPart w:val="F15E342EE7D34FA7BE9E56A859F12323"/>
                    </w:placeholder>
                    <w:temporary/>
                    <w:showingPlcHdr/>
                  </w:sdtPr>
                  <w:sdtContent>
                    <w:p w:rsidR="00CB54DF" w:rsidRDefault="00DC66B0">
                      <w:pPr>
                        <w:pStyle w:val="BrochureCopy"/>
                      </w:pPr>
                      <w:r>
                        <w:t>[To print (and preserve) these brochure instructions, click the Office button, point to Print, and then click Quick Print.]</w:t>
                      </w:r>
                    </w:p>
                    <w:p w:rsidR="00CB54DF" w:rsidRDefault="00DC66B0">
                      <w:pPr>
                        <w:pStyle w:val="BrochureCopy"/>
                      </w:pPr>
                      <w:r>
                        <w:t>[You can create a professional brochure using this template. Here’s how:]</w:t>
                      </w:r>
                    </w:p>
                  </w:sdtContent>
                </w:sdt>
                <w:sdt>
                  <w:sdtPr>
                    <w:id w:val="72571841"/>
                    <w:placeholder>
                      <w:docPart w:val="5F399FB15138411B971717DE56C8C86A"/>
                    </w:placeholder>
                    <w:temporary/>
                    <w:showingPlcHdr/>
                  </w:sdtPr>
                  <w:sdtContent>
                    <w:p w:rsidR="00CB54DF" w:rsidRDefault="00DC66B0">
                      <w:pPr>
                        <w:pStyle w:val="BrochureList"/>
                      </w:pPr>
                      <w:r>
                        <w:t>[Insert your words in place of these words, using or re-arranging the preset paragraph styles.]</w:t>
                      </w:r>
                    </w:p>
                    <w:p w:rsidR="00CB54DF" w:rsidRDefault="00DC66B0">
                      <w:pPr>
                        <w:pStyle w:val="BrochureList"/>
                      </w:pPr>
                      <w:r>
                        <w:t>[Print pages 1 and 2 back-to-back onto sturdy, letter-sized paper.]</w:t>
                      </w:r>
                    </w:p>
                    <w:p w:rsidR="00CB54DF" w:rsidRDefault="00DC66B0">
                      <w:pPr>
                        <w:pStyle w:val="BrochureList"/>
                      </w:pPr>
                      <w:r>
                        <w:t>[Fold the paper like a letter to create a two-fold brochure (the panel with the title “Adventure Words” is the front).]</w:t>
                      </w:r>
                    </w:p>
                  </w:sdtContent>
                </w:sdt>
                <w:sdt>
                  <w:sdtPr>
                    <w:id w:val="64831808"/>
                    <w:placeholder>
                      <w:docPart w:val="E27EB380F22E4A878DE3887E85568B1A"/>
                    </w:placeholder>
                    <w:temporary/>
                    <w:showingPlcHdr/>
                  </w:sdtPr>
                  <w:sdtContent>
                    <w:p w:rsidR="00CB54DF" w:rsidRDefault="00DC66B0">
                      <w:pPr>
                        <w:pStyle w:val="SectionHeading2"/>
                      </w:pPr>
                      <w:r>
                        <w:t>[What else should I know?]</w:t>
                      </w:r>
                    </w:p>
                  </w:sdtContent>
                </w:sdt>
                <w:sdt>
                  <w:sdtPr>
                    <w:id w:val="64831814"/>
                    <w:placeholder>
                      <w:docPart w:val="E0F6D0CE796B42A68A5DCD4B86A3E926"/>
                    </w:placeholder>
                    <w:temporary/>
                    <w:showingPlcHdr/>
                  </w:sdtPr>
                  <w:sdtContent>
                    <w:p w:rsidR="00CB54DF" w:rsidRDefault="00DC66B0">
                      <w:pPr>
                        <w:pStyle w:val="BrochureCopy"/>
                      </w:pPr>
                      <w:r>
                        <w:t>[To change the style of any paragraph, select the text by positioning your cursor anywhere in the paragraph. Then, select a style from the Paragraph group on the Home tab.]</w:t>
                      </w:r>
                    </w:p>
                    <w:p w:rsidR="00CB54DF" w:rsidRDefault="00DC66B0">
                      <w:pPr>
                        <w:pStyle w:val="BrochureCopy"/>
                      </w:pPr>
                      <w:r>
                        <w:t>[If you use a picture in your brochure, it is easy to change it. To change a picture, right-click the picture, and then click Change Picture. Select a new picture, and then click Insert.]</w:t>
                      </w:r>
                    </w:p>
                  </w:sdtContent>
                </w:sdt>
              </w:txbxContent>
            </v:textbox>
            <w10:wrap anchorx="margin" anchory="margin"/>
          </v:rect>
        </w:pict>
      </w:r>
    </w:p>
    <w:p w:rsidR="00CB54DF" w:rsidRDefault="00602586">
      <w:r>
        <w:pict>
          <v:rect id="_x0000_s1037" style="width:193.5pt;height:252.75pt;mso-position-horizontal-relative:char;mso-position-vertical-relative:line" fillcolor="#938953 [1614]" stroked="f">
            <v:fill color2="#eeece1 [3214]" o:opacity2="50463f" angle="-90" focus="100%" type="gradientRadial">
              <o:fill v:ext="view" type="gradientCenter"/>
            </v:fill>
            <w10:wrap type="none" anchorx="page" anchory="page"/>
            <w10:anchorlock/>
          </v:rect>
        </w:pict>
      </w:r>
    </w:p>
    <w:sdt>
      <w:sdtPr>
        <w:id w:val="71749842"/>
        <w:placeholder>
          <w:docPart w:val="1E3EC95990654CF79A9CBA3C50B91DAC"/>
        </w:placeholder>
        <w:temporary/>
        <w:showingPlcHdr/>
      </w:sdtPr>
      <w:sdtContent>
        <w:p w:rsidR="00CB54DF" w:rsidRDefault="00DC66B0">
          <w:pPr>
            <w:pStyle w:val="SectionHeading1"/>
          </w:pPr>
          <w:r>
            <w:t>[Customize this brochure]</w:t>
          </w:r>
        </w:p>
      </w:sdtContent>
    </w:sdt>
    <w:sdt>
      <w:sdtPr>
        <w:id w:val="71749848"/>
        <w:placeholder>
          <w:docPart w:val="EC4349BE2A1D4F47B3AB3DCEB6141EF8"/>
        </w:placeholder>
        <w:temporary/>
        <w:showingPlcHdr/>
      </w:sdtPr>
      <w:sdtContent>
        <w:p w:rsidR="00CB54DF" w:rsidRDefault="00DC66B0">
          <w:pPr>
            <w:pStyle w:val="BrochureCopy"/>
          </w:pPr>
          <w:r>
            <w:t>[Insert your company information in place of the sample text.</w:t>
          </w:r>
        </w:p>
        <w:p w:rsidR="00CB54DF" w:rsidRDefault="00DC66B0">
          <w:pPr>
            <w:pStyle w:val="BrochureCopy"/>
          </w:pPr>
          <w:r>
            <w:t>Click the Office button, and then click Save As. Click Document Template in the Save as dialog box (the file name extension should change from .docx to .dotx).</w:t>
          </w:r>
        </w:p>
        <w:p w:rsidR="00CB54DF" w:rsidRDefault="00DC66B0">
          <w:pPr>
            <w:pStyle w:val="BrochureCopy"/>
          </w:pPr>
          <w:r>
            <w:t>Next time you want to use it, click the Office button, and then click New. Click My Templates. Double-click this template to base another brochure on it.]</w:t>
          </w:r>
        </w:p>
      </w:sdtContent>
    </w:sdt>
    <w:sdt>
      <w:sdtPr>
        <w:id w:val="71749854"/>
        <w:placeholder>
          <w:docPart w:val="75A96E28446E445A89226F61A46E066C"/>
        </w:placeholder>
        <w:temporary/>
        <w:showingPlcHdr/>
      </w:sdtPr>
      <w:sdtContent>
        <w:p w:rsidR="00CB54DF" w:rsidRDefault="00DC66B0">
          <w:pPr>
            <w:pStyle w:val="SectionHeading2"/>
          </w:pPr>
          <w:r>
            <w:t>[Working with breaks]</w:t>
          </w:r>
        </w:p>
      </w:sdtContent>
    </w:sdt>
    <w:sdt>
      <w:sdtPr>
        <w:id w:val="71749862"/>
        <w:placeholder>
          <w:docPart w:val="FE5DC4B69BAB49C9937386ED5D420E80"/>
        </w:placeholder>
        <w:temporary/>
        <w:showingPlcHdr/>
      </w:sdtPr>
      <w:sdtContent>
        <w:p w:rsidR="00CB54DF" w:rsidRDefault="00DC66B0">
          <w:pPr>
            <w:pStyle w:val="BrochureCopy"/>
          </w:pPr>
          <w:r>
            <w:t>[Using the Break command, you can insert manual page breaks, column breaks, and section breaks. To insert a break, click Breaks on the Page Layout tab, and then select an option.]</w:t>
          </w:r>
        </w:p>
      </w:sdtContent>
    </w:sdt>
    <w:p w:rsidR="00B84EBF" w:rsidRDefault="00B84EBF">
      <w:pPr>
        <w:pStyle w:val="BrochureCopy"/>
      </w:pPr>
    </w:p>
    <w:sdt>
      <w:sdtPr>
        <w:id w:val="71749868"/>
        <w:placeholder>
          <w:docPart w:val="FBD8510A5B28459F89F2F039135CC675"/>
        </w:placeholder>
        <w:temporary/>
        <w:showingPlcHdr/>
      </w:sdtPr>
      <w:sdtContent>
        <w:p w:rsidR="00CB54DF" w:rsidRDefault="00DC66B0">
          <w:pPr>
            <w:pStyle w:val="SectionHeading2"/>
          </w:pPr>
          <w:r>
            <w:t>[Working with spacing]</w:t>
          </w:r>
        </w:p>
      </w:sdtContent>
    </w:sdt>
    <w:sdt>
      <w:sdtPr>
        <w:id w:val="71749874"/>
        <w:placeholder>
          <w:docPart w:val="2C5DE81FB20646A5ABD8815AE9301E12"/>
        </w:placeholder>
        <w:temporary/>
        <w:showingPlcHdr/>
      </w:sdtPr>
      <w:sdtContent>
        <w:p w:rsidR="00CB54DF" w:rsidRDefault="00DC66B0">
          <w:pPr>
            <w:pStyle w:val="BrochureCopy"/>
          </w:pPr>
          <w:r>
            <w:t>[To reduce the spacing between, for example, body text paragraphs, click in this paragraph, on the Page Layout tab, and adjust the Spacing controls in the Paragraph group as needed.</w:t>
          </w:r>
        </w:p>
        <w:p w:rsidR="00CB54DF" w:rsidRDefault="00DC66B0">
          <w:pPr>
            <w:pStyle w:val="BrochureCopy"/>
          </w:pPr>
          <w:r>
            <w:t>To adjust character spacing, select the text to be modified. Press Ctrl + D to open the Font dialog box. Click the Character Spacing tab, and then enter new values.]</w:t>
          </w:r>
        </w:p>
      </w:sdtContent>
    </w:sdt>
    <w:sdt>
      <w:sdtPr>
        <w:id w:val="71749880"/>
        <w:placeholder>
          <w:docPart w:val="FBDFB73A7D1742FCB36FC4DE4184E085"/>
        </w:placeholder>
        <w:temporary/>
        <w:showingPlcHdr/>
      </w:sdtPr>
      <w:sdtContent>
        <w:p w:rsidR="00CB54DF" w:rsidRDefault="00DC66B0">
          <w:pPr>
            <w:pStyle w:val="SectionHeading2"/>
          </w:pPr>
          <w:r>
            <w:t>[Other Brochure Tips]</w:t>
          </w:r>
        </w:p>
      </w:sdtContent>
    </w:sdt>
    <w:sdt>
      <w:sdtPr>
        <w:id w:val="71749886"/>
        <w:placeholder>
          <w:docPart w:val="EA18A152292B43B4809984AAB756A4FC"/>
        </w:placeholder>
        <w:temporary/>
        <w:showingPlcHdr/>
      </w:sdtPr>
      <w:sdtContent>
        <w:p w:rsidR="00CB54DF" w:rsidRDefault="00DC66B0">
          <w:pPr>
            <w:pStyle w:val="BrochureCopy"/>
          </w:pPr>
          <w:r>
            <w:t>[To change the font size, select the text you want to change. In the Font group on the Home tab, adjust the font size as needed.</w:t>
          </w:r>
        </w:p>
        <w:p w:rsidR="00CB54DF" w:rsidRDefault="00DC66B0">
          <w:pPr>
            <w:pStyle w:val="BrochureCopy"/>
          </w:pPr>
          <w:r>
            <w:t>To change the paragraph shading, click Page Borders on the Page Layout tab, and then click the Shading tab. Select a new shade or pattern, and then click OK. Experiment to achieve the best shade for your printer.</w:t>
          </w:r>
        </w:p>
        <w:p w:rsidR="00CB54DF" w:rsidRDefault="00DC66B0">
          <w:pPr>
            <w:pStyle w:val="BrochureCopy"/>
          </w:pPr>
          <w:r>
            <w:t>To remove a character style, select the text and press CTRL+SPACEBAR. You can also click Default Paragraph Font on the Styles list.]</w:t>
          </w:r>
        </w:p>
      </w:sdtContent>
    </w:sdt>
    <w:sdt>
      <w:sdtPr>
        <w:id w:val="71749892"/>
        <w:placeholder>
          <w:docPart w:val="148F6BDAE9FA40D8B3A1F3EA1AF19F23"/>
        </w:placeholder>
        <w:temporary/>
        <w:showingPlcHdr/>
      </w:sdtPr>
      <w:sdtContent>
        <w:p w:rsidR="00CB54DF" w:rsidRDefault="00DC66B0">
          <w:pPr>
            <w:pStyle w:val="SectionHeading1"/>
          </w:pPr>
          <w:r>
            <w:t>[Customize this brochure]</w:t>
          </w:r>
        </w:p>
      </w:sdtContent>
    </w:sdt>
    <w:sdt>
      <w:sdtPr>
        <w:id w:val="71749898"/>
        <w:placeholder>
          <w:docPart w:val="EF04BD476E854E72980C165534D2DAC9"/>
        </w:placeholder>
        <w:temporary/>
        <w:showingPlcHdr/>
      </w:sdtPr>
      <w:sdtContent>
        <w:p w:rsidR="00CB54DF" w:rsidRDefault="00DC66B0">
          <w:pPr>
            <w:pStyle w:val="BrochureCopy"/>
          </w:pPr>
          <w:r>
            <w:t>[Insert your company information in place of the sample text.</w:t>
          </w:r>
        </w:p>
        <w:p w:rsidR="00CB54DF" w:rsidRDefault="00DC66B0">
          <w:pPr>
            <w:pStyle w:val="BrochureCopy"/>
          </w:pPr>
          <w:r>
            <w:t>Click the Office button, and then click Save As. Click Document Template in the Save as dialog box (the file name extension should change from .docx to .dotx). Next time you want to use it, click the Office button, and then click New. Click My Templates. Double-click this template to base another brochure on it.]</w:t>
          </w:r>
        </w:p>
      </w:sdtContent>
    </w:sdt>
    <w:p w:rsidR="00CB54DF" w:rsidRDefault="00DC66B0">
      <w:pPr>
        <w:pStyle w:val="SectionHeading2"/>
      </w:pPr>
      <w:r>
        <w:br w:type="column"/>
      </w:r>
      <w:sdt>
        <w:sdtPr>
          <w:id w:val="71749905"/>
          <w:placeholder>
            <w:docPart w:val="AA2E9AB4E48B4E919802CBBF6794E523"/>
          </w:placeholder>
          <w:temporary/>
          <w:showingPlcHdr/>
        </w:sdtPr>
        <w:sdtContent>
          <w:r>
            <w:t>[Working with spacing]</w:t>
          </w:r>
        </w:sdtContent>
      </w:sdt>
    </w:p>
    <w:sdt>
      <w:sdtPr>
        <w:id w:val="71749911"/>
        <w:placeholder>
          <w:docPart w:val="819064BC05224152B65E5BB09CE166B7"/>
        </w:placeholder>
        <w:temporary/>
        <w:showingPlcHdr/>
      </w:sdtPr>
      <w:sdtContent>
        <w:p w:rsidR="00CB54DF" w:rsidRDefault="00DC66B0">
          <w:pPr>
            <w:pStyle w:val="BrochureCopy"/>
          </w:pPr>
          <w:r>
            <w:t>[To reduce the spacing between, for example, body text paragraphs, click in this paragraph, on the Page Layout tab, and adjust the Spacing controls in the Paragraph group as needed.</w:t>
          </w:r>
        </w:p>
        <w:p w:rsidR="00CB54DF" w:rsidRDefault="00DC66B0">
          <w:pPr>
            <w:pStyle w:val="BrochureCopy"/>
          </w:pPr>
          <w:r>
            <w:t>To adjust character spacing, select the text to be modified. Press Ctrl + D to open the Font dialog box. Click the Character Spacing tab, and then enter new values.]</w:t>
          </w:r>
        </w:p>
      </w:sdtContent>
    </w:sdt>
    <w:sdt>
      <w:sdtPr>
        <w:id w:val="71749917"/>
        <w:placeholder>
          <w:docPart w:val="C8E668F6DB89458994D895216BC53136"/>
        </w:placeholder>
        <w:temporary/>
        <w:showingPlcHdr/>
      </w:sdtPr>
      <w:sdtContent>
        <w:p w:rsidR="00CB54DF" w:rsidRDefault="00DC66B0">
          <w:pPr>
            <w:pStyle w:val="SectionHeading2"/>
          </w:pPr>
          <w:r>
            <w:t>[Use charts to make your point]</w:t>
          </w:r>
        </w:p>
      </w:sdtContent>
    </w:sdt>
    <w:p w:rsidR="00CB54DF" w:rsidRDefault="00DC66B0">
      <w:pPr>
        <w:pStyle w:val="BrochureCopy"/>
      </w:pPr>
      <w:r>
        <w:rPr>
          <w:noProof/>
        </w:rPr>
        <w:drawing>
          <wp:inline distT="0" distB="0" distL="0" distR="0">
            <wp:extent cx="2538543" cy="1722710"/>
            <wp:effectExtent l="12192" t="6096" r="9585" b="2458"/>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sdt>
      <w:sdtPr>
        <w:id w:val="71749923"/>
        <w:placeholder>
          <w:docPart w:val="838B36923B5142ED9040460F23CDA65A"/>
        </w:placeholder>
        <w:temporary/>
        <w:showingPlcHdr/>
      </w:sdtPr>
      <w:sdtContent>
        <w:p w:rsidR="00CB54DF" w:rsidRDefault="00DC66B0">
          <w:pPr>
            <w:pStyle w:val="SectionHeading2"/>
          </w:pPr>
          <w:r>
            <w:t>[Working with breaks]</w:t>
          </w:r>
        </w:p>
      </w:sdtContent>
    </w:sdt>
    <w:p w:rsidR="00CB54DF" w:rsidRDefault="00602586">
      <w:pPr>
        <w:pStyle w:val="BrochureCopy"/>
      </w:pPr>
      <w:r>
        <w:rPr>
          <w:noProof/>
        </w:rPr>
        <w:pict>
          <v:shapetype id="_x0000_t32" coordsize="21600,21600" o:spt="32" o:oned="t" path="m,l21600,21600e" filled="f">
            <v:path arrowok="t" fillok="f" o:connecttype="none"/>
            <o:lock v:ext="edit" shapetype="t"/>
          </v:shapetype>
          <v:shape id="_x0000_s1036" type="#_x0000_t32" style="position:absolute;margin-left:26.65pt;margin-top:106.65pt;width:145.85pt;height:0;z-index:251665408" o:connectortype="straight" strokecolor="#76923c [2406]"/>
        </w:pict>
      </w:r>
      <w:r>
        <w:rPr>
          <w:noProof/>
        </w:rPr>
        <w:pict>
          <v:shape id="_x0000_s1034" type="#_x0000_t202" style="position:absolute;margin-left:523.45pt;margin-top:418.45pt;width:162.75pt;height:102.75pt;z-index:-251653120;mso-position-horizontal-relative:margin;mso-position-vertical-relative:margin" filled="f" strokecolor="#9bbb59 [3206]">
            <v:textbox style="mso-next-textbox:#_x0000_s1034">
              <w:txbxContent>
                <w:sdt>
                  <w:sdtPr>
                    <w:id w:val="71749945"/>
                    <w:placeholder>
                      <w:docPart w:val="CE861C29C3AD4379AD54B20963583A3A"/>
                    </w:placeholder>
                    <w:temporary/>
                    <w:showingPlcHdr/>
                  </w:sdtPr>
                  <w:sdtContent>
                    <w:p w:rsidR="00CB54DF" w:rsidRDefault="00DC66B0">
                      <w:pPr>
                        <w:pStyle w:val="CaptionHeading"/>
                      </w:pPr>
                      <w:r>
                        <w:t>[More brochure Ideas]</w:t>
                      </w:r>
                    </w:p>
                  </w:sdtContent>
                </w:sdt>
                <w:sdt>
                  <w:sdtPr>
                    <w:id w:val="71749951"/>
                    <w:placeholder>
                      <w:docPart w:val="D148C52F30AC470C90341DEE78AF32DD"/>
                    </w:placeholder>
                    <w:temporary/>
                    <w:showingPlcHdr/>
                  </w:sdtPr>
                  <w:sdtContent>
                    <w:p w:rsidR="00CB54DF" w:rsidRDefault="00DC66B0">
                      <w:pPr>
                        <w:pStyle w:val="BrochureCaption"/>
                      </w:pPr>
                      <w:r>
                        <w:t>[Consider printing your brochure on the colorful, preprinted brochure paper that is available from many paper suppliers.]</w:t>
                      </w:r>
                    </w:p>
                  </w:sdtContent>
                </w:sdt>
              </w:txbxContent>
            </v:textbox>
            <w10:wrap anchorx="margin" anchory="margin"/>
          </v:shape>
        </w:pict>
      </w:r>
      <w:sdt>
        <w:sdtPr>
          <w:id w:val="71749929"/>
          <w:placeholder>
            <w:docPart w:val="6B1EA41C650144FDBE300D4123A18BBA"/>
          </w:placeholder>
          <w:temporary/>
          <w:showingPlcHdr/>
        </w:sdtPr>
        <w:sdtContent>
          <w:r w:rsidR="00DC66B0">
            <w:t>[Breaks in a Microsoft Word document appear as labeled dotted lines on the screen. Using the Break command, you can insert manual page breaks, column breaks, and section breaks. To insert a break, click Breaks on the Page Layout tab, and then select an option.]</w:t>
          </w:r>
        </w:sdtContent>
      </w:sdt>
    </w:p>
    <w:sectPr w:rsidR="00CB54DF" w:rsidSect="00CB54DF">
      <w:pgSz w:w="15840" w:h="12240" w:orient="landscape"/>
      <w:pgMar w:top="720" w:right="720" w:bottom="720" w:left="72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D0BB1"/>
    <w:multiLevelType w:val="hybridMultilevel"/>
    <w:tmpl w:val="D2F20380"/>
    <w:lvl w:ilvl="0" w:tplc="B61A71D8">
      <w:start w:val="1"/>
      <w:numFmt w:val="decimal"/>
      <w:pStyle w:val="Brochure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CDA7CA8"/>
    <w:multiLevelType w:val="hybridMultilevel"/>
    <w:tmpl w:val="EC065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5004"/>
  <w:defaultTabStop w:val="720"/>
  <w:drawingGridHorizontalSpacing w:val="110"/>
  <w:displayHorizontalDrawingGridEvery w:val="2"/>
  <w:characterSpacingControl w:val="doNotCompress"/>
  <w:savePreviewPicture/>
  <w:compat/>
  <w:rsids>
    <w:rsidRoot w:val="00AE4AD2"/>
    <w:rsid w:val="00602586"/>
    <w:rsid w:val="00926BD1"/>
    <w:rsid w:val="00AE4AD2"/>
    <w:rsid w:val="00B84EBF"/>
    <w:rsid w:val="00CB54DF"/>
    <w:rsid w:val="00DC66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 type="connector" idref="#_x0000_s1036"/>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 w:unhideWhenUsed="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CB54DF"/>
  </w:style>
  <w:style w:type="paragraph" w:styleId="Heading1">
    <w:name w:val="heading 1"/>
    <w:basedOn w:val="Normal"/>
    <w:next w:val="Heading2"/>
    <w:link w:val="Heading1Char"/>
    <w:qFormat/>
    <w:rsid w:val="00926BD1"/>
    <w:pPr>
      <w:spacing w:after="0" w:line="240" w:lineRule="auto"/>
      <w:jc w:val="center"/>
      <w:outlineLvl w:val="0"/>
    </w:pPr>
    <w:rPr>
      <w:rFonts w:ascii="Century Gothic" w:eastAsia="Times New Roman" w:hAnsi="Century Gothic" w:cs="Times New Roman"/>
      <w:color w:val="993300"/>
      <w:spacing w:val="20"/>
      <w:sz w:val="72"/>
      <w:szCs w:val="52"/>
    </w:rPr>
  </w:style>
  <w:style w:type="paragraph" w:styleId="Heading2">
    <w:name w:val="heading 2"/>
    <w:basedOn w:val="Normal"/>
    <w:next w:val="Normal"/>
    <w:link w:val="Heading2Char"/>
    <w:uiPriority w:val="9"/>
    <w:semiHidden/>
    <w:unhideWhenUsed/>
    <w:qFormat/>
    <w:rsid w:val="00926BD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chureTitle">
    <w:name w:val="Brochure Title"/>
    <w:basedOn w:val="Normal"/>
    <w:qFormat/>
    <w:rsid w:val="00CB54DF"/>
    <w:pPr>
      <w:spacing w:line="312" w:lineRule="auto"/>
      <w:jc w:val="both"/>
    </w:pPr>
    <w:rPr>
      <w:rFonts w:asciiTheme="majorHAnsi" w:hAnsiTheme="majorHAnsi"/>
      <w:color w:val="4F81BD" w:themeColor="accent1"/>
      <w:sz w:val="32"/>
    </w:rPr>
  </w:style>
  <w:style w:type="paragraph" w:customStyle="1" w:styleId="8A2A7A62B8364C6DA158E52967F32244">
    <w:name w:val="8A2A7A62B8364C6DA158E52967F32244"/>
    <w:rsid w:val="00CB54DF"/>
    <w:pPr>
      <w:spacing w:before="240" w:after="80"/>
      <w:outlineLvl w:val="1"/>
    </w:pPr>
    <w:rPr>
      <w:rFonts w:asciiTheme="majorHAnsi" w:hAnsiTheme="majorHAnsi"/>
      <w:color w:val="4F81BD" w:themeColor="accent1"/>
    </w:rPr>
  </w:style>
  <w:style w:type="paragraph" w:styleId="Title">
    <w:name w:val="Title"/>
    <w:basedOn w:val="Normal"/>
    <w:link w:val="TitleChar"/>
    <w:uiPriority w:val="4"/>
    <w:semiHidden/>
    <w:unhideWhenUsed/>
    <w:qFormat/>
    <w:rsid w:val="00CB54DF"/>
    <w:pPr>
      <w:spacing w:after="0" w:line="312" w:lineRule="auto"/>
      <w:jc w:val="both"/>
    </w:pPr>
    <w:rPr>
      <w:rFonts w:asciiTheme="majorHAnsi" w:eastAsiaTheme="majorEastAsia" w:hAnsiTheme="majorHAnsi" w:cstheme="majorHAnsi"/>
      <w:b/>
      <w:bCs/>
      <w:color w:val="4F81BD" w:themeColor="accent1"/>
      <w:kern w:val="28"/>
      <w:sz w:val="32"/>
      <w:szCs w:val="52"/>
    </w:rPr>
  </w:style>
  <w:style w:type="character" w:customStyle="1" w:styleId="TitleChar">
    <w:name w:val="Title Char"/>
    <w:basedOn w:val="DefaultParagraphFont"/>
    <w:link w:val="Title"/>
    <w:uiPriority w:val="4"/>
    <w:semiHidden/>
    <w:rsid w:val="00CB54DF"/>
    <w:rPr>
      <w:rFonts w:asciiTheme="majorHAnsi" w:eastAsiaTheme="majorEastAsia" w:hAnsiTheme="majorHAnsi" w:cstheme="majorHAnsi"/>
      <w:b/>
      <w:bCs/>
      <w:color w:val="4F81BD" w:themeColor="accent1"/>
      <w:kern w:val="28"/>
      <w:sz w:val="32"/>
      <w:szCs w:val="52"/>
    </w:rPr>
  </w:style>
  <w:style w:type="paragraph" w:styleId="Caption">
    <w:name w:val="caption"/>
    <w:basedOn w:val="Normal"/>
    <w:next w:val="Normal"/>
    <w:uiPriority w:val="35"/>
    <w:semiHidden/>
    <w:unhideWhenUsed/>
    <w:qFormat/>
    <w:rsid w:val="00CB54DF"/>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CB54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4DF"/>
    <w:rPr>
      <w:rFonts w:ascii="Tahoma" w:hAnsi="Tahoma" w:cs="Tahoma"/>
      <w:sz w:val="16"/>
      <w:szCs w:val="16"/>
    </w:rPr>
  </w:style>
  <w:style w:type="paragraph" w:customStyle="1" w:styleId="BrochureSubtitle">
    <w:name w:val="Brochure Subtitle"/>
    <w:basedOn w:val="Normal"/>
    <w:qFormat/>
    <w:rsid w:val="00CB54DF"/>
    <w:pPr>
      <w:spacing w:before="60" w:after="120" w:line="240" w:lineRule="auto"/>
      <w:jc w:val="both"/>
    </w:pPr>
    <w:rPr>
      <w:i/>
      <w:color w:val="76923C" w:themeColor="accent3" w:themeShade="BF"/>
      <w:sz w:val="20"/>
    </w:rPr>
  </w:style>
  <w:style w:type="paragraph" w:customStyle="1" w:styleId="BrochureSubtitle2">
    <w:name w:val="Brochure Subtitle 2"/>
    <w:basedOn w:val="Normal"/>
    <w:qFormat/>
    <w:rsid w:val="00CB54DF"/>
    <w:pPr>
      <w:spacing w:before="120" w:after="120" w:line="384" w:lineRule="auto"/>
    </w:pPr>
    <w:rPr>
      <w:i/>
      <w:color w:val="76923C" w:themeColor="accent3" w:themeShade="BF"/>
      <w:sz w:val="20"/>
    </w:rPr>
  </w:style>
  <w:style w:type="paragraph" w:customStyle="1" w:styleId="SectionHeading2">
    <w:name w:val="Section Heading 2"/>
    <w:basedOn w:val="Normal"/>
    <w:qFormat/>
    <w:rsid w:val="00CB54DF"/>
    <w:pPr>
      <w:spacing w:before="240" w:after="80"/>
      <w:outlineLvl w:val="1"/>
    </w:pPr>
    <w:rPr>
      <w:rFonts w:asciiTheme="majorHAnsi" w:hAnsiTheme="majorHAnsi"/>
      <w:color w:val="4F81BD" w:themeColor="accent1"/>
    </w:rPr>
  </w:style>
  <w:style w:type="paragraph" w:customStyle="1" w:styleId="BrochureCopy">
    <w:name w:val="Brochure Copy"/>
    <w:basedOn w:val="Normal"/>
    <w:qFormat/>
    <w:rsid w:val="00CB54DF"/>
    <w:pPr>
      <w:spacing w:after="120" w:line="300" w:lineRule="auto"/>
    </w:pPr>
    <w:rPr>
      <w:sz w:val="18"/>
    </w:rPr>
  </w:style>
  <w:style w:type="paragraph" w:customStyle="1" w:styleId="SectionHeading1">
    <w:name w:val="Section Heading 1"/>
    <w:basedOn w:val="SectionHeading2"/>
    <w:qFormat/>
    <w:rsid w:val="00CB54DF"/>
    <w:rPr>
      <w:sz w:val="28"/>
    </w:rPr>
  </w:style>
  <w:style w:type="paragraph" w:customStyle="1" w:styleId="CaptionHeading">
    <w:name w:val="Caption Heading"/>
    <w:basedOn w:val="Normal"/>
    <w:qFormat/>
    <w:rsid w:val="00CB54DF"/>
    <w:pPr>
      <w:spacing w:after="120" w:line="312" w:lineRule="auto"/>
    </w:pPr>
    <w:rPr>
      <w:rFonts w:asciiTheme="majorHAnsi" w:hAnsiTheme="majorHAnsi"/>
      <w:color w:val="76923C" w:themeColor="accent3" w:themeShade="BF"/>
      <w:sz w:val="20"/>
    </w:rPr>
  </w:style>
  <w:style w:type="paragraph" w:customStyle="1" w:styleId="BrochureCaption">
    <w:name w:val="Brochure Caption"/>
    <w:basedOn w:val="Normal"/>
    <w:qFormat/>
    <w:rsid w:val="00CB54DF"/>
    <w:pPr>
      <w:spacing w:after="0" w:line="432" w:lineRule="auto"/>
    </w:pPr>
    <w:rPr>
      <w:i/>
      <w:color w:val="76923C" w:themeColor="accent3" w:themeShade="BF"/>
      <w:sz w:val="18"/>
    </w:rPr>
  </w:style>
  <w:style w:type="paragraph" w:customStyle="1" w:styleId="ContactInformation">
    <w:name w:val="Contact Information"/>
    <w:basedOn w:val="Normal"/>
    <w:qFormat/>
    <w:rsid w:val="00CB54DF"/>
    <w:pPr>
      <w:spacing w:after="0"/>
    </w:pPr>
    <w:rPr>
      <w:color w:val="4F81BD" w:themeColor="accent1"/>
      <w:sz w:val="18"/>
    </w:rPr>
  </w:style>
  <w:style w:type="paragraph" w:customStyle="1" w:styleId="ContactInformationHeading">
    <w:name w:val="Contact Information Heading"/>
    <w:basedOn w:val="Normal"/>
    <w:qFormat/>
    <w:rsid w:val="00CB54DF"/>
    <w:pPr>
      <w:spacing w:before="240" w:after="80"/>
    </w:pPr>
    <w:rPr>
      <w:rFonts w:asciiTheme="majorHAnsi" w:hAnsiTheme="majorHAnsi"/>
      <w:color w:val="4F81BD" w:themeColor="accent1"/>
    </w:rPr>
  </w:style>
  <w:style w:type="paragraph" w:customStyle="1" w:styleId="WebSiteAddress">
    <w:name w:val="Web Site Address"/>
    <w:basedOn w:val="Normal"/>
    <w:qFormat/>
    <w:rsid w:val="00CB54DF"/>
    <w:pPr>
      <w:spacing w:before="240" w:after="80"/>
    </w:pPr>
    <w:rPr>
      <w:color w:val="4F81BD" w:themeColor="accent1"/>
    </w:rPr>
  </w:style>
  <w:style w:type="paragraph" w:customStyle="1" w:styleId="BrochureList">
    <w:name w:val="Brochure List"/>
    <w:basedOn w:val="BrochureCopy"/>
    <w:qFormat/>
    <w:rsid w:val="00CB54DF"/>
    <w:pPr>
      <w:numPr>
        <w:numId w:val="1"/>
      </w:numPr>
    </w:pPr>
  </w:style>
  <w:style w:type="paragraph" w:customStyle="1" w:styleId="D3698C1BF2294BD59E4F83170C820D561">
    <w:name w:val="D3698C1BF2294BD59E4F83170C820D561"/>
    <w:rsid w:val="00CB54DF"/>
    <w:pPr>
      <w:spacing w:before="240" w:after="80"/>
      <w:outlineLvl w:val="1"/>
    </w:pPr>
    <w:rPr>
      <w:rFonts w:asciiTheme="majorHAnsi" w:hAnsiTheme="majorHAnsi"/>
      <w:color w:val="4F81BD" w:themeColor="accent1"/>
    </w:rPr>
  </w:style>
  <w:style w:type="paragraph" w:customStyle="1" w:styleId="64BDA2DDABEB45E6A11282D2E8E1D23E">
    <w:name w:val="64BDA2DDABEB45E6A11282D2E8E1D23E"/>
    <w:rsid w:val="00CB54DF"/>
    <w:pPr>
      <w:spacing w:before="240" w:after="80"/>
    </w:pPr>
    <w:rPr>
      <w:color w:val="4F81BD" w:themeColor="accent1"/>
    </w:rPr>
  </w:style>
  <w:style w:type="character" w:styleId="PlaceholderText">
    <w:name w:val="Placeholder Text"/>
    <w:basedOn w:val="DefaultParagraphFont"/>
    <w:uiPriority w:val="99"/>
    <w:semiHidden/>
    <w:rsid w:val="00B84EBF"/>
    <w:rPr>
      <w:color w:val="808080"/>
    </w:rPr>
  </w:style>
  <w:style w:type="character" w:customStyle="1" w:styleId="Heading1Char">
    <w:name w:val="Heading 1 Char"/>
    <w:basedOn w:val="DefaultParagraphFont"/>
    <w:link w:val="Heading1"/>
    <w:rsid w:val="00926BD1"/>
    <w:rPr>
      <w:rFonts w:ascii="Century Gothic" w:eastAsia="Times New Roman" w:hAnsi="Century Gothic" w:cs="Times New Roman"/>
      <w:color w:val="993300"/>
      <w:spacing w:val="20"/>
      <w:sz w:val="72"/>
      <w:szCs w:val="52"/>
    </w:rPr>
  </w:style>
  <w:style w:type="character" w:customStyle="1" w:styleId="Heading2Char">
    <w:name w:val="Heading 2 Char"/>
    <w:basedOn w:val="DefaultParagraphFont"/>
    <w:link w:val="Heading2"/>
    <w:uiPriority w:val="9"/>
    <w:semiHidden/>
    <w:rsid w:val="00926BD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bradford\Application%20Data\Microsoft\Templates\Brochure.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chart>
    <c:title>
      <c:layout/>
      <c:txPr>
        <a:bodyPr/>
        <a:lstStyle/>
        <a:p>
          <a:pPr>
            <a:defRPr baseline="0">
              <a:solidFill>
                <a:schemeClr val="bg1">
                  <a:lumMod val="50000"/>
                </a:schemeClr>
              </a:solidFill>
            </a:defRPr>
          </a:pPr>
          <a:endParaRPr lang="en-US"/>
        </a:p>
      </c:txPr>
    </c:title>
    <c:plotArea>
      <c:layout/>
      <c:pieChart>
        <c:varyColors val="1"/>
        <c:ser>
          <c:idx val="0"/>
          <c:order val="0"/>
          <c:tx>
            <c:strRef>
              <c:f>Sheet1!$B$1</c:f>
              <c:strCache>
                <c:ptCount val="1"/>
                <c:pt idx="0">
                  <c:v>Sales</c:v>
                </c:pt>
              </c:strCache>
            </c:strRef>
          </c:tx>
          <c:cat>
            <c:strRef>
              <c:f>Sheet1!$A$2:$A$5</c:f>
              <c:strCache>
                <c:ptCount val="4"/>
                <c:pt idx="0">
                  <c:v>1st Qtr</c:v>
                </c:pt>
                <c:pt idx="1">
                  <c:v>2nd Qtr</c:v>
                </c:pt>
                <c:pt idx="2">
                  <c:v>3rd Qtr</c:v>
                </c:pt>
                <c:pt idx="3">
                  <c:v>4th Qtr</c:v>
                </c:pt>
              </c:strCache>
            </c:strRef>
          </c:cat>
          <c:val>
            <c:numRef>
              <c:f>Sheet1!$B$2:$B$5</c:f>
              <c:numCache>
                <c:formatCode>General</c:formatCode>
                <c:ptCount val="4"/>
                <c:pt idx="0">
                  <c:v>8.2000000000000011</c:v>
                </c:pt>
                <c:pt idx="1">
                  <c:v>3.2</c:v>
                </c:pt>
                <c:pt idx="2">
                  <c:v>1.4</c:v>
                </c:pt>
                <c:pt idx="3">
                  <c:v>1.2</c:v>
                </c:pt>
              </c:numCache>
            </c:numRef>
          </c:val>
        </c:ser>
        <c:firstSliceAng val="0"/>
      </c:pieChart>
    </c:plotArea>
    <c:legend>
      <c:legendPos val="r"/>
      <c:layout/>
      <c:txPr>
        <a:bodyPr/>
        <a:lstStyle/>
        <a:p>
          <a:pPr>
            <a:defRPr baseline="0">
              <a:solidFill>
                <a:schemeClr val="tx1">
                  <a:lumMod val="50000"/>
                  <a:lumOff val="50000"/>
                </a:schemeClr>
              </a:solidFill>
            </a:defRPr>
          </a:pPr>
          <a:endParaRPr lang="en-US"/>
        </a:p>
      </c:txPr>
    </c:legend>
    <c:plotVisOnly val="1"/>
  </c:chart>
  <c:spPr>
    <a:ln w="12700" cap="rnd">
      <a:solidFill>
        <a:schemeClr val="accent3">
          <a:lumMod val="75000"/>
        </a:schemeClr>
      </a:solidFill>
    </a:ln>
    <a:effectLst/>
  </c:spPr>
  <c:externalData r:id="rId1"/>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E3EC95990654CF79A9CBA3C50B91DAC"/>
        <w:category>
          <w:name w:val="General"/>
          <w:gallery w:val="placeholder"/>
        </w:category>
        <w:types>
          <w:type w:val="bbPlcHdr"/>
        </w:types>
        <w:behaviors>
          <w:behavior w:val="content"/>
        </w:behaviors>
        <w:guid w:val="{6820B551-BA30-4B68-B7B0-701CA9AA127F}"/>
      </w:docPartPr>
      <w:docPartBody>
        <w:p w:rsidR="00000000" w:rsidRDefault="002B4CBC">
          <w:pPr>
            <w:pStyle w:val="1E3EC95990654CF79A9CBA3C50B91DAC"/>
          </w:pPr>
          <w:r>
            <w:t>[Customize this brochure]</w:t>
          </w:r>
        </w:p>
      </w:docPartBody>
    </w:docPart>
    <w:docPart>
      <w:docPartPr>
        <w:name w:val="EC4349BE2A1D4F47B3AB3DCEB6141EF8"/>
        <w:category>
          <w:name w:val="General"/>
          <w:gallery w:val="placeholder"/>
        </w:category>
        <w:types>
          <w:type w:val="bbPlcHdr"/>
        </w:types>
        <w:behaviors>
          <w:behavior w:val="content"/>
        </w:behaviors>
        <w:guid w:val="{FBBEE25E-43ED-4686-8AA7-1716941227E3}"/>
      </w:docPartPr>
      <w:docPartBody>
        <w:p w:rsidR="002B4CBC" w:rsidRDefault="002B4CBC">
          <w:pPr>
            <w:pStyle w:val="BrochureCopy"/>
          </w:pPr>
          <w:r>
            <w:t>[Insert your company information in place of the sample text.</w:t>
          </w:r>
        </w:p>
        <w:p w:rsidR="002B4CBC" w:rsidRDefault="002B4CBC">
          <w:pPr>
            <w:pStyle w:val="BrochureCopy"/>
          </w:pPr>
          <w:r>
            <w:t>Click the Office button, and then click Save As. Click Document Template in the Save as dialog box (the file name extension should change from .docx to .dotx).</w:t>
          </w:r>
        </w:p>
        <w:p w:rsidR="00000000" w:rsidRDefault="002B4CBC">
          <w:pPr>
            <w:pStyle w:val="EC4349BE2A1D4F47B3AB3DCEB6141EF8"/>
          </w:pPr>
          <w:r>
            <w:t>Next time you want to use it, click the Office button, and then click New. Click My Templates. Double-click this template to base another brochure on it.]</w:t>
          </w:r>
        </w:p>
      </w:docPartBody>
    </w:docPart>
    <w:docPart>
      <w:docPartPr>
        <w:name w:val="75A96E28446E445A89226F61A46E066C"/>
        <w:category>
          <w:name w:val="General"/>
          <w:gallery w:val="placeholder"/>
        </w:category>
        <w:types>
          <w:type w:val="bbPlcHdr"/>
        </w:types>
        <w:behaviors>
          <w:behavior w:val="content"/>
        </w:behaviors>
        <w:guid w:val="{307DD08B-08DC-4BDD-94C1-03CA892F9387}"/>
      </w:docPartPr>
      <w:docPartBody>
        <w:p w:rsidR="00000000" w:rsidRDefault="002B4CBC">
          <w:pPr>
            <w:pStyle w:val="75A96E28446E445A89226F61A46E066C"/>
          </w:pPr>
          <w:r>
            <w:t>[Working with breaks]</w:t>
          </w:r>
        </w:p>
      </w:docPartBody>
    </w:docPart>
    <w:docPart>
      <w:docPartPr>
        <w:name w:val="FE5DC4B69BAB49C9937386ED5D420E80"/>
        <w:category>
          <w:name w:val="General"/>
          <w:gallery w:val="placeholder"/>
        </w:category>
        <w:types>
          <w:type w:val="bbPlcHdr"/>
        </w:types>
        <w:behaviors>
          <w:behavior w:val="content"/>
        </w:behaviors>
        <w:guid w:val="{AA379B3D-6DE4-48B0-9362-D97CBE98927E}"/>
      </w:docPartPr>
      <w:docPartBody>
        <w:p w:rsidR="00000000" w:rsidRDefault="002B4CBC">
          <w:pPr>
            <w:pStyle w:val="FE5DC4B69BAB49C9937386ED5D420E80"/>
          </w:pPr>
          <w:r>
            <w:t>[Using the Break command, you can insert manual page breaks, column breaks, and section breaks. To insert a break, click Breaks on the Page Layout tab, and then select an option.]</w:t>
          </w:r>
        </w:p>
      </w:docPartBody>
    </w:docPart>
    <w:docPart>
      <w:docPartPr>
        <w:name w:val="FBD8510A5B28459F89F2F039135CC675"/>
        <w:category>
          <w:name w:val="General"/>
          <w:gallery w:val="placeholder"/>
        </w:category>
        <w:types>
          <w:type w:val="bbPlcHdr"/>
        </w:types>
        <w:behaviors>
          <w:behavior w:val="content"/>
        </w:behaviors>
        <w:guid w:val="{6071D112-E5CE-4D5A-9C46-66931B4E1167}"/>
      </w:docPartPr>
      <w:docPartBody>
        <w:p w:rsidR="00000000" w:rsidRDefault="002B4CBC">
          <w:pPr>
            <w:pStyle w:val="FBD8510A5B28459F89F2F039135CC675"/>
          </w:pPr>
          <w:r>
            <w:t>[Working with spacing]</w:t>
          </w:r>
        </w:p>
      </w:docPartBody>
    </w:docPart>
    <w:docPart>
      <w:docPartPr>
        <w:name w:val="2C5DE81FB20646A5ABD8815AE9301E12"/>
        <w:category>
          <w:name w:val="General"/>
          <w:gallery w:val="placeholder"/>
        </w:category>
        <w:types>
          <w:type w:val="bbPlcHdr"/>
        </w:types>
        <w:behaviors>
          <w:behavior w:val="content"/>
        </w:behaviors>
        <w:guid w:val="{CCBAB77F-45E6-4F09-B4F7-56B6B22883C1}"/>
      </w:docPartPr>
      <w:docPartBody>
        <w:p w:rsidR="002B4CBC" w:rsidRDefault="002B4CBC">
          <w:pPr>
            <w:pStyle w:val="BrochureCopy"/>
          </w:pPr>
          <w:r>
            <w:t>[To reduce the spacing between, for example, body text paragraphs, click in this paragraph, on the Page Layout tab, and adjust the Spacing controls in the Paragraph group as needed.</w:t>
          </w:r>
        </w:p>
        <w:p w:rsidR="00000000" w:rsidRDefault="002B4CBC">
          <w:pPr>
            <w:pStyle w:val="2C5DE81FB20646A5ABD8815AE9301E12"/>
          </w:pPr>
          <w:r>
            <w:t>To adjust character spacing, select the text to be modified. Press Ctrl + D to open the Font dialog box. Click the Character Spacing tab, and then enter new values.]</w:t>
          </w:r>
        </w:p>
      </w:docPartBody>
    </w:docPart>
    <w:docPart>
      <w:docPartPr>
        <w:name w:val="FBDFB73A7D1742FCB36FC4DE4184E085"/>
        <w:category>
          <w:name w:val="General"/>
          <w:gallery w:val="placeholder"/>
        </w:category>
        <w:types>
          <w:type w:val="bbPlcHdr"/>
        </w:types>
        <w:behaviors>
          <w:behavior w:val="content"/>
        </w:behaviors>
        <w:guid w:val="{7C3CC97D-5F83-4211-8492-CC79BE057C8B}"/>
      </w:docPartPr>
      <w:docPartBody>
        <w:p w:rsidR="00000000" w:rsidRDefault="002B4CBC">
          <w:pPr>
            <w:pStyle w:val="FBDFB73A7D1742FCB36FC4DE4184E085"/>
          </w:pPr>
          <w:r>
            <w:t>[Other Brochure Tips]</w:t>
          </w:r>
        </w:p>
      </w:docPartBody>
    </w:docPart>
    <w:docPart>
      <w:docPartPr>
        <w:name w:val="EA18A152292B43B4809984AAB756A4FC"/>
        <w:category>
          <w:name w:val="General"/>
          <w:gallery w:val="placeholder"/>
        </w:category>
        <w:types>
          <w:type w:val="bbPlcHdr"/>
        </w:types>
        <w:behaviors>
          <w:behavior w:val="content"/>
        </w:behaviors>
        <w:guid w:val="{E87C53CF-2CF2-4B18-9A11-0F0F91D19896}"/>
      </w:docPartPr>
      <w:docPartBody>
        <w:p w:rsidR="002B4CBC" w:rsidRDefault="002B4CBC">
          <w:pPr>
            <w:pStyle w:val="BrochureCopy"/>
          </w:pPr>
          <w:r>
            <w:t>[To change the font size, select the text you want to change. In the Font group on the Home tab, adjust the font size as needed.</w:t>
          </w:r>
        </w:p>
        <w:p w:rsidR="002B4CBC" w:rsidRDefault="002B4CBC">
          <w:pPr>
            <w:pStyle w:val="BrochureCopy"/>
          </w:pPr>
          <w:r>
            <w:t>To change the paragraph shading, click Page Borders on the Page Layout tab, and then click the Shading tab. Select a new shade or pattern, and then click OK. Experiment to achieve the best shade for your printer.</w:t>
          </w:r>
        </w:p>
        <w:p w:rsidR="00000000" w:rsidRDefault="002B4CBC">
          <w:pPr>
            <w:pStyle w:val="EA18A152292B43B4809984AAB756A4FC"/>
          </w:pPr>
          <w:r>
            <w:t>To remove a character style, select the text and press CTRL+SPACEBAR. You can also click Default Paragraph Font on the Styles list.]</w:t>
          </w:r>
        </w:p>
      </w:docPartBody>
    </w:docPart>
    <w:docPart>
      <w:docPartPr>
        <w:name w:val="148F6BDAE9FA40D8B3A1F3EA1AF19F23"/>
        <w:category>
          <w:name w:val="General"/>
          <w:gallery w:val="placeholder"/>
        </w:category>
        <w:types>
          <w:type w:val="bbPlcHdr"/>
        </w:types>
        <w:behaviors>
          <w:behavior w:val="content"/>
        </w:behaviors>
        <w:guid w:val="{BBE4A933-186E-4E8B-8E71-DB6F685F5507}"/>
      </w:docPartPr>
      <w:docPartBody>
        <w:p w:rsidR="00000000" w:rsidRDefault="002B4CBC">
          <w:pPr>
            <w:pStyle w:val="148F6BDAE9FA40D8B3A1F3EA1AF19F23"/>
          </w:pPr>
          <w:r>
            <w:t>[Customize this brochure]</w:t>
          </w:r>
        </w:p>
      </w:docPartBody>
    </w:docPart>
    <w:docPart>
      <w:docPartPr>
        <w:name w:val="EF04BD476E854E72980C165534D2DAC9"/>
        <w:category>
          <w:name w:val="General"/>
          <w:gallery w:val="placeholder"/>
        </w:category>
        <w:types>
          <w:type w:val="bbPlcHdr"/>
        </w:types>
        <w:behaviors>
          <w:behavior w:val="content"/>
        </w:behaviors>
        <w:guid w:val="{08E13B2E-F41F-4AF5-BBF4-0B3FFC58E79E}"/>
      </w:docPartPr>
      <w:docPartBody>
        <w:p w:rsidR="002B4CBC" w:rsidRDefault="002B4CBC">
          <w:pPr>
            <w:pStyle w:val="BrochureCopy"/>
          </w:pPr>
          <w:r>
            <w:t>[Insert your company information in place of the sample text.</w:t>
          </w:r>
        </w:p>
        <w:p w:rsidR="00000000" w:rsidRDefault="002B4CBC">
          <w:pPr>
            <w:pStyle w:val="EF04BD476E854E72980C165534D2DAC9"/>
          </w:pPr>
          <w:r>
            <w:t>Click the Office button, and then click Save As. Click Document Template in the Save as dialog box (the file name extension should change from .docx to .dotx). Next time you want to use it, click the Office button, and then click New. Click My Templates. Double-click this template to base another brochure on it.]</w:t>
          </w:r>
        </w:p>
      </w:docPartBody>
    </w:docPart>
    <w:docPart>
      <w:docPartPr>
        <w:name w:val="AA2E9AB4E48B4E919802CBBF6794E523"/>
        <w:category>
          <w:name w:val="General"/>
          <w:gallery w:val="placeholder"/>
        </w:category>
        <w:types>
          <w:type w:val="bbPlcHdr"/>
        </w:types>
        <w:behaviors>
          <w:behavior w:val="content"/>
        </w:behaviors>
        <w:guid w:val="{F401A721-8528-4928-B593-F7C9AC85BC8F}"/>
      </w:docPartPr>
      <w:docPartBody>
        <w:p w:rsidR="00000000" w:rsidRDefault="002B4CBC">
          <w:pPr>
            <w:pStyle w:val="AA2E9AB4E48B4E919802CBBF6794E523"/>
          </w:pPr>
          <w:r>
            <w:t>[Working with spacing]</w:t>
          </w:r>
        </w:p>
      </w:docPartBody>
    </w:docPart>
    <w:docPart>
      <w:docPartPr>
        <w:name w:val="819064BC05224152B65E5BB09CE166B7"/>
        <w:category>
          <w:name w:val="General"/>
          <w:gallery w:val="placeholder"/>
        </w:category>
        <w:types>
          <w:type w:val="bbPlcHdr"/>
        </w:types>
        <w:behaviors>
          <w:behavior w:val="content"/>
        </w:behaviors>
        <w:guid w:val="{4B7E2A32-34F9-4BA3-8E9A-A271740BF044}"/>
      </w:docPartPr>
      <w:docPartBody>
        <w:p w:rsidR="002B4CBC" w:rsidRDefault="002B4CBC">
          <w:pPr>
            <w:pStyle w:val="BrochureCopy"/>
          </w:pPr>
          <w:r>
            <w:t>[To reduce the spacing between, for example, body text paragraphs, click in this paragraph, on the Page Layout tab, and adjust the Spacing controls in the Paragraph group as needed.</w:t>
          </w:r>
        </w:p>
        <w:p w:rsidR="00000000" w:rsidRDefault="002B4CBC">
          <w:pPr>
            <w:pStyle w:val="819064BC05224152B65E5BB09CE166B7"/>
          </w:pPr>
          <w:r>
            <w:t>To adjust character spacing, select the text to be modified. Press Ctrl + D to open the Font dialog box. Click the Character Spacing tab, and then enter new values.]</w:t>
          </w:r>
        </w:p>
      </w:docPartBody>
    </w:docPart>
    <w:docPart>
      <w:docPartPr>
        <w:name w:val="C8E668F6DB89458994D895216BC53136"/>
        <w:category>
          <w:name w:val="General"/>
          <w:gallery w:val="placeholder"/>
        </w:category>
        <w:types>
          <w:type w:val="bbPlcHdr"/>
        </w:types>
        <w:behaviors>
          <w:behavior w:val="content"/>
        </w:behaviors>
        <w:guid w:val="{D95A0D11-422A-4A27-A4E9-842B5FB73B4A}"/>
      </w:docPartPr>
      <w:docPartBody>
        <w:p w:rsidR="00000000" w:rsidRDefault="002B4CBC">
          <w:pPr>
            <w:pStyle w:val="C8E668F6DB89458994D895216BC53136"/>
          </w:pPr>
          <w:r>
            <w:t>[Use charts to make your point]</w:t>
          </w:r>
        </w:p>
      </w:docPartBody>
    </w:docPart>
    <w:docPart>
      <w:docPartPr>
        <w:name w:val="838B36923B5142ED9040460F23CDA65A"/>
        <w:category>
          <w:name w:val="General"/>
          <w:gallery w:val="placeholder"/>
        </w:category>
        <w:types>
          <w:type w:val="bbPlcHdr"/>
        </w:types>
        <w:behaviors>
          <w:behavior w:val="content"/>
        </w:behaviors>
        <w:guid w:val="{235B47D6-C397-4B83-9510-AE6B61ABB573}"/>
      </w:docPartPr>
      <w:docPartBody>
        <w:p w:rsidR="00000000" w:rsidRDefault="002B4CBC">
          <w:pPr>
            <w:pStyle w:val="838B36923B5142ED9040460F23CDA65A"/>
          </w:pPr>
          <w:r>
            <w:t>[Working with breaks]</w:t>
          </w:r>
        </w:p>
      </w:docPartBody>
    </w:docPart>
    <w:docPart>
      <w:docPartPr>
        <w:name w:val="6B1EA41C650144FDBE300D4123A18BBA"/>
        <w:category>
          <w:name w:val="General"/>
          <w:gallery w:val="placeholder"/>
        </w:category>
        <w:types>
          <w:type w:val="bbPlcHdr"/>
        </w:types>
        <w:behaviors>
          <w:behavior w:val="content"/>
        </w:behaviors>
        <w:guid w:val="{28CE0722-4ACB-48C0-8BD9-52FE916B35B3}"/>
      </w:docPartPr>
      <w:docPartBody>
        <w:p w:rsidR="00000000" w:rsidRDefault="002B4CBC">
          <w:pPr>
            <w:pStyle w:val="6B1EA41C650144FDBE300D4123A18BBA"/>
          </w:pPr>
          <w:r>
            <w:t>[Breaks in a Microsoft Word document appear as labeled dotted lines on the screen. Using the Break command, you can insert manual page breaks, column breaks, and section breaks. To insert a break, click Breaks on the Page Layout tab, and then select an option.]</w:t>
          </w:r>
        </w:p>
      </w:docPartBody>
    </w:docPart>
    <w:docPart>
      <w:docPartPr>
        <w:name w:val="D0A950DD41F04273A1FA4C10229C1B36"/>
        <w:category>
          <w:name w:val="General"/>
          <w:gallery w:val="placeholder"/>
        </w:category>
        <w:types>
          <w:type w:val="bbPlcHdr"/>
        </w:types>
        <w:behaviors>
          <w:behavior w:val="content"/>
        </w:behaviors>
        <w:guid w:val="{2B458C76-F44D-4E00-87BC-B43DA5416952}"/>
      </w:docPartPr>
      <w:docPartBody>
        <w:p w:rsidR="00000000" w:rsidRDefault="002B4CBC">
          <w:pPr>
            <w:pStyle w:val="D0A950DD41F04273A1FA4C10229C1B36"/>
          </w:pPr>
          <w:r>
            <w:t>[Adventure Works]</w:t>
          </w:r>
        </w:p>
      </w:docPartBody>
    </w:docPart>
    <w:docPart>
      <w:docPartPr>
        <w:name w:val="440F9EE3ACC040F2A415FC948E455BEB"/>
        <w:category>
          <w:name w:val="General"/>
          <w:gallery w:val="placeholder"/>
        </w:category>
        <w:types>
          <w:type w:val="bbPlcHdr"/>
        </w:types>
        <w:behaviors>
          <w:behavior w:val="content"/>
        </w:behaviors>
        <w:guid w:val="{CBA8DFEC-7EC0-42B3-9449-C6CE57F35AF8}"/>
      </w:docPartPr>
      <w:docPartBody>
        <w:p w:rsidR="00000000" w:rsidRDefault="002B4CBC">
          <w:pPr>
            <w:pStyle w:val="440F9EE3ACC040F2A415FC948E455BEB"/>
          </w:pPr>
          <w:r>
            <w:t>[Future Solutions Now]</w:t>
          </w:r>
        </w:p>
      </w:docPartBody>
    </w:docPart>
    <w:docPart>
      <w:docPartPr>
        <w:name w:val="2000772489A74F1B88CCD0161FFDACF2"/>
        <w:category>
          <w:name w:val="General"/>
          <w:gallery w:val="placeholder"/>
        </w:category>
        <w:types>
          <w:type w:val="bbPlcHdr"/>
        </w:types>
        <w:behaviors>
          <w:behavior w:val="content"/>
        </w:behaviors>
        <w:guid w:val="{EAA71698-9BC1-4771-80B5-E6A51A2D2CA1}"/>
      </w:docPartPr>
      <w:docPartBody>
        <w:p w:rsidR="00000000" w:rsidRDefault="002B4CBC">
          <w:pPr>
            <w:pStyle w:val="2000772489A74F1B88CCD0161FFDACF2"/>
          </w:pPr>
          <w:r>
            <w:t>[Adventure Works]</w:t>
          </w:r>
        </w:p>
      </w:docPartBody>
    </w:docPart>
    <w:docPart>
      <w:docPartPr>
        <w:name w:val="AC9CC7FD48134CAFA163275B223786A0"/>
        <w:category>
          <w:name w:val="General"/>
          <w:gallery w:val="placeholder"/>
        </w:category>
        <w:types>
          <w:type w:val="bbPlcHdr"/>
        </w:types>
        <w:behaviors>
          <w:behavior w:val="content"/>
        </w:behaviors>
        <w:guid w:val="{60CDD88E-C118-488B-9459-A1819468B3DE}"/>
      </w:docPartPr>
      <w:docPartBody>
        <w:p w:rsidR="00000000" w:rsidRDefault="002B4CBC">
          <w:pPr>
            <w:pStyle w:val="AC9CC7FD48134CAFA163275B223786A0"/>
          </w:pPr>
          <w:r>
            <w:t>[Street Address]</w:t>
          </w:r>
        </w:p>
      </w:docPartBody>
    </w:docPart>
    <w:docPart>
      <w:docPartPr>
        <w:name w:val="B7D7814F9FB6445FB60A8C785A696C19"/>
        <w:category>
          <w:name w:val="General"/>
          <w:gallery w:val="placeholder"/>
        </w:category>
        <w:types>
          <w:type w:val="bbPlcHdr"/>
        </w:types>
        <w:behaviors>
          <w:behavior w:val="content"/>
        </w:behaviors>
        <w:guid w:val="{C6EAD1B4-12D8-49AF-9E02-6A0AAA3CB2A1}"/>
      </w:docPartPr>
      <w:docPartBody>
        <w:p w:rsidR="00000000" w:rsidRDefault="002B4CBC">
          <w:pPr>
            <w:pStyle w:val="B7D7814F9FB6445FB60A8C785A696C19"/>
          </w:pPr>
          <w:r>
            <w:t>[Phone number]</w:t>
          </w:r>
        </w:p>
      </w:docPartBody>
    </w:docPart>
    <w:docPart>
      <w:docPartPr>
        <w:name w:val="7B8A356E6DB9440487680D72810E441A"/>
        <w:category>
          <w:name w:val="General"/>
          <w:gallery w:val="placeholder"/>
        </w:category>
        <w:types>
          <w:type w:val="bbPlcHdr"/>
        </w:types>
        <w:behaviors>
          <w:behavior w:val="content"/>
        </w:behaviors>
        <w:guid w:val="{C09E5F13-4FDB-45C2-AA50-355731A8EDDF}"/>
      </w:docPartPr>
      <w:docPartBody>
        <w:p w:rsidR="00000000" w:rsidRDefault="002B4CBC">
          <w:pPr>
            <w:pStyle w:val="7B8A356E6DB9440487680D72810E441A"/>
          </w:pPr>
          <w:r>
            <w:t>[Fax number]</w:t>
          </w:r>
        </w:p>
      </w:docPartBody>
    </w:docPart>
    <w:docPart>
      <w:docPartPr>
        <w:name w:val="81A19B9665BC4C069A1C6F2B35A680C1"/>
        <w:category>
          <w:name w:val="General"/>
          <w:gallery w:val="placeholder"/>
        </w:category>
        <w:types>
          <w:type w:val="bbPlcHdr"/>
        </w:types>
        <w:behaviors>
          <w:behavior w:val="content"/>
        </w:behaviors>
        <w:guid w:val="{51528A4D-CA2B-4642-9328-49AFA6D57C01}"/>
      </w:docPartPr>
      <w:docPartBody>
        <w:p w:rsidR="00000000" w:rsidRDefault="002B4CBC">
          <w:pPr>
            <w:pStyle w:val="81A19B9665BC4C069A1C6F2B35A680C1"/>
          </w:pPr>
          <w:r>
            <w:t>[www.adventureworks.com]</w:t>
          </w:r>
        </w:p>
      </w:docPartBody>
    </w:docPart>
    <w:docPart>
      <w:docPartPr>
        <w:name w:val="50F06A563AA44C68B1DE899A5CDD2B8E"/>
        <w:category>
          <w:name w:val="General"/>
          <w:gallery w:val="placeholder"/>
        </w:category>
        <w:types>
          <w:type w:val="bbPlcHdr"/>
        </w:types>
        <w:behaviors>
          <w:behavior w:val="content"/>
        </w:behaviors>
        <w:guid w:val="{7FD9B955-BFDA-48C7-B90C-95A462A34037}"/>
      </w:docPartPr>
      <w:docPartBody>
        <w:p w:rsidR="00000000" w:rsidRDefault="002B4CBC">
          <w:pPr>
            <w:pStyle w:val="50F06A563AA44C68B1DE899A5CDD2B8E"/>
          </w:pPr>
          <w:r>
            <w:t>[How to create a brochure]</w:t>
          </w:r>
        </w:p>
      </w:docPartBody>
    </w:docPart>
    <w:docPart>
      <w:docPartPr>
        <w:name w:val="F15E342EE7D34FA7BE9E56A859F12323"/>
        <w:category>
          <w:name w:val="General"/>
          <w:gallery w:val="placeholder"/>
        </w:category>
        <w:types>
          <w:type w:val="bbPlcHdr"/>
        </w:types>
        <w:behaviors>
          <w:behavior w:val="content"/>
        </w:behaviors>
        <w:guid w:val="{BF2B2AF9-06C1-4B68-911B-5B7CE433EC1E}"/>
      </w:docPartPr>
      <w:docPartBody>
        <w:p w:rsidR="002B4CBC" w:rsidRDefault="002B4CBC">
          <w:pPr>
            <w:pStyle w:val="BrochureCopy"/>
          </w:pPr>
          <w:r>
            <w:t>[To print (and preserve) these brochure instructions, click the Office button, point to Print, and then click Quick Print.]</w:t>
          </w:r>
        </w:p>
        <w:p w:rsidR="00000000" w:rsidRDefault="002B4CBC">
          <w:pPr>
            <w:pStyle w:val="F15E342EE7D34FA7BE9E56A859F12323"/>
          </w:pPr>
          <w:r>
            <w:t>[You can create a professional brochure using this template. Here’s how:]</w:t>
          </w:r>
        </w:p>
      </w:docPartBody>
    </w:docPart>
    <w:docPart>
      <w:docPartPr>
        <w:name w:val="5F399FB15138411B971717DE56C8C86A"/>
        <w:category>
          <w:name w:val="General"/>
          <w:gallery w:val="placeholder"/>
        </w:category>
        <w:types>
          <w:type w:val="bbPlcHdr"/>
        </w:types>
        <w:behaviors>
          <w:behavior w:val="content"/>
        </w:behaviors>
        <w:guid w:val="{85D5D9F2-F5A6-4FC0-86C1-A8AB6AB4660E}"/>
      </w:docPartPr>
      <w:docPartBody>
        <w:p w:rsidR="002B4CBC" w:rsidRDefault="002B4CBC">
          <w:pPr>
            <w:pStyle w:val="BrochureList"/>
          </w:pPr>
          <w:r>
            <w:t>[Insert your words in place of these words, using or re-arranging the preset paragraph styles.]</w:t>
          </w:r>
        </w:p>
        <w:p w:rsidR="002B4CBC" w:rsidRDefault="002B4CBC">
          <w:pPr>
            <w:pStyle w:val="BrochureList"/>
          </w:pPr>
          <w:r>
            <w:t>[Print pages 1 and 2 back-to-back onto sturdy, letter-sized paper.]</w:t>
          </w:r>
        </w:p>
        <w:p w:rsidR="00000000" w:rsidRDefault="002B4CBC">
          <w:pPr>
            <w:pStyle w:val="5F399FB15138411B971717DE56C8C86A"/>
          </w:pPr>
          <w:r>
            <w:t>[Fold the paper like a letter to create a two-fold brochure (the panel with the title “Adventure Words” is the front).]</w:t>
          </w:r>
        </w:p>
      </w:docPartBody>
    </w:docPart>
    <w:docPart>
      <w:docPartPr>
        <w:name w:val="E27EB380F22E4A878DE3887E85568B1A"/>
        <w:category>
          <w:name w:val="General"/>
          <w:gallery w:val="placeholder"/>
        </w:category>
        <w:types>
          <w:type w:val="bbPlcHdr"/>
        </w:types>
        <w:behaviors>
          <w:behavior w:val="content"/>
        </w:behaviors>
        <w:guid w:val="{A4BC9ABD-F1DE-4A8F-BE93-50FB5F9FFB34}"/>
      </w:docPartPr>
      <w:docPartBody>
        <w:p w:rsidR="00000000" w:rsidRDefault="002B4CBC">
          <w:pPr>
            <w:pStyle w:val="E27EB380F22E4A878DE3887E85568B1A"/>
          </w:pPr>
          <w:r>
            <w:t>[What else should I know?]</w:t>
          </w:r>
        </w:p>
      </w:docPartBody>
    </w:docPart>
    <w:docPart>
      <w:docPartPr>
        <w:name w:val="E0F6D0CE796B42A68A5DCD4B86A3E926"/>
        <w:category>
          <w:name w:val="General"/>
          <w:gallery w:val="placeholder"/>
        </w:category>
        <w:types>
          <w:type w:val="bbPlcHdr"/>
        </w:types>
        <w:behaviors>
          <w:behavior w:val="content"/>
        </w:behaviors>
        <w:guid w:val="{468AF867-837A-4C6A-8F64-81C33A3CCFAD}"/>
      </w:docPartPr>
      <w:docPartBody>
        <w:p w:rsidR="002B4CBC" w:rsidRDefault="002B4CBC">
          <w:pPr>
            <w:pStyle w:val="BrochureCopy"/>
          </w:pPr>
          <w:r>
            <w:t>[To change the style of any paragraph, select the text by positioning your cursor anywhere in the paragraph. Then, select a style from the Paragraph group on the Home tab.]</w:t>
          </w:r>
        </w:p>
        <w:p w:rsidR="00000000" w:rsidRDefault="002B4CBC">
          <w:pPr>
            <w:pStyle w:val="E0F6D0CE796B42A68A5DCD4B86A3E926"/>
          </w:pPr>
          <w:r>
            <w:t>[If you use a picture in your brochure, it is easy to change it. To change a picture, right-click the picture, and then click Change Picture. Select a new picture, and then click Insert.]</w:t>
          </w:r>
        </w:p>
      </w:docPartBody>
    </w:docPart>
    <w:docPart>
      <w:docPartPr>
        <w:name w:val="CE861C29C3AD4379AD54B20963583A3A"/>
        <w:category>
          <w:name w:val="General"/>
          <w:gallery w:val="placeholder"/>
        </w:category>
        <w:types>
          <w:type w:val="bbPlcHdr"/>
        </w:types>
        <w:behaviors>
          <w:behavior w:val="content"/>
        </w:behaviors>
        <w:guid w:val="{04922F52-EA69-4822-B8FA-8990D19E187B}"/>
      </w:docPartPr>
      <w:docPartBody>
        <w:p w:rsidR="00000000" w:rsidRDefault="002B4CBC">
          <w:pPr>
            <w:pStyle w:val="CE861C29C3AD4379AD54B20963583A3A"/>
          </w:pPr>
          <w:r>
            <w:t>[More brochure Ideas]</w:t>
          </w:r>
        </w:p>
      </w:docPartBody>
    </w:docPart>
    <w:docPart>
      <w:docPartPr>
        <w:name w:val="D148C52F30AC470C90341DEE78AF32DD"/>
        <w:category>
          <w:name w:val="General"/>
          <w:gallery w:val="placeholder"/>
        </w:category>
        <w:types>
          <w:type w:val="bbPlcHdr"/>
        </w:types>
        <w:behaviors>
          <w:behavior w:val="content"/>
        </w:behaviors>
        <w:guid w:val="{DE7DFFF0-8E90-43DA-83FF-6470FE746FE6}"/>
      </w:docPartPr>
      <w:docPartBody>
        <w:p w:rsidR="00000000" w:rsidRDefault="002B4CBC">
          <w:pPr>
            <w:pStyle w:val="D148C52F30AC470C90341DEE78AF32DD"/>
          </w:pPr>
          <w:r>
            <w:t>[Consider printing your brochure on the colorful, preprinted brochure paper that is available from many paper suppliers.]</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glossary/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D0BB1"/>
    <w:multiLevelType w:val="hybridMultilevel"/>
    <w:tmpl w:val="D2F20380"/>
    <w:lvl w:ilvl="0" w:tplc="B61A71D8">
      <w:start w:val="1"/>
      <w:numFmt w:val="decimal"/>
      <w:pStyle w:val="Brochure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3EC95990654CF79A9CBA3C50B91DAC">
    <w:name w:val="1E3EC95990654CF79A9CBA3C50B91DAC"/>
  </w:style>
  <w:style w:type="paragraph" w:customStyle="1" w:styleId="BrochureCopy">
    <w:name w:val="Brochure Copy"/>
    <w:basedOn w:val="Normal"/>
    <w:qFormat/>
    <w:pPr>
      <w:spacing w:after="120" w:line="300" w:lineRule="auto"/>
    </w:pPr>
    <w:rPr>
      <w:rFonts w:eastAsiaTheme="minorHAnsi"/>
      <w:sz w:val="18"/>
    </w:rPr>
  </w:style>
  <w:style w:type="paragraph" w:customStyle="1" w:styleId="EC4349BE2A1D4F47B3AB3DCEB6141EF8">
    <w:name w:val="EC4349BE2A1D4F47B3AB3DCEB6141EF8"/>
  </w:style>
  <w:style w:type="paragraph" w:customStyle="1" w:styleId="75A96E28446E445A89226F61A46E066C">
    <w:name w:val="75A96E28446E445A89226F61A46E066C"/>
  </w:style>
  <w:style w:type="paragraph" w:customStyle="1" w:styleId="FE5DC4B69BAB49C9937386ED5D420E80">
    <w:name w:val="FE5DC4B69BAB49C9937386ED5D420E80"/>
  </w:style>
  <w:style w:type="paragraph" w:customStyle="1" w:styleId="FBD8510A5B28459F89F2F039135CC675">
    <w:name w:val="FBD8510A5B28459F89F2F039135CC675"/>
  </w:style>
  <w:style w:type="paragraph" w:customStyle="1" w:styleId="2C5DE81FB20646A5ABD8815AE9301E12">
    <w:name w:val="2C5DE81FB20646A5ABD8815AE9301E12"/>
  </w:style>
  <w:style w:type="paragraph" w:customStyle="1" w:styleId="FBDFB73A7D1742FCB36FC4DE4184E085">
    <w:name w:val="FBDFB73A7D1742FCB36FC4DE4184E085"/>
  </w:style>
  <w:style w:type="paragraph" w:customStyle="1" w:styleId="EA18A152292B43B4809984AAB756A4FC">
    <w:name w:val="EA18A152292B43B4809984AAB756A4FC"/>
  </w:style>
  <w:style w:type="paragraph" w:customStyle="1" w:styleId="148F6BDAE9FA40D8B3A1F3EA1AF19F23">
    <w:name w:val="148F6BDAE9FA40D8B3A1F3EA1AF19F23"/>
  </w:style>
  <w:style w:type="paragraph" w:customStyle="1" w:styleId="EF04BD476E854E72980C165534D2DAC9">
    <w:name w:val="EF04BD476E854E72980C165534D2DAC9"/>
  </w:style>
  <w:style w:type="paragraph" w:customStyle="1" w:styleId="AA2E9AB4E48B4E919802CBBF6794E523">
    <w:name w:val="AA2E9AB4E48B4E919802CBBF6794E523"/>
  </w:style>
  <w:style w:type="paragraph" w:customStyle="1" w:styleId="819064BC05224152B65E5BB09CE166B7">
    <w:name w:val="819064BC05224152B65E5BB09CE166B7"/>
  </w:style>
  <w:style w:type="paragraph" w:customStyle="1" w:styleId="C8E668F6DB89458994D895216BC53136">
    <w:name w:val="C8E668F6DB89458994D895216BC53136"/>
  </w:style>
  <w:style w:type="paragraph" w:customStyle="1" w:styleId="838B36923B5142ED9040460F23CDA65A">
    <w:name w:val="838B36923B5142ED9040460F23CDA65A"/>
  </w:style>
  <w:style w:type="paragraph" w:customStyle="1" w:styleId="6B1EA41C650144FDBE300D4123A18BBA">
    <w:name w:val="6B1EA41C650144FDBE300D4123A18BBA"/>
  </w:style>
  <w:style w:type="paragraph" w:customStyle="1" w:styleId="D0A950DD41F04273A1FA4C10229C1B36">
    <w:name w:val="D0A950DD41F04273A1FA4C10229C1B36"/>
  </w:style>
  <w:style w:type="paragraph" w:customStyle="1" w:styleId="440F9EE3ACC040F2A415FC948E455BEB">
    <w:name w:val="440F9EE3ACC040F2A415FC948E455BEB"/>
  </w:style>
  <w:style w:type="paragraph" w:customStyle="1" w:styleId="2000772489A74F1B88CCD0161FFDACF2">
    <w:name w:val="2000772489A74F1B88CCD0161FFDACF2"/>
  </w:style>
  <w:style w:type="paragraph" w:customStyle="1" w:styleId="AC9CC7FD48134CAFA163275B223786A0">
    <w:name w:val="AC9CC7FD48134CAFA163275B223786A0"/>
  </w:style>
  <w:style w:type="paragraph" w:customStyle="1" w:styleId="B7D7814F9FB6445FB60A8C785A696C19">
    <w:name w:val="B7D7814F9FB6445FB60A8C785A696C19"/>
  </w:style>
  <w:style w:type="paragraph" w:customStyle="1" w:styleId="7B8A356E6DB9440487680D72810E441A">
    <w:name w:val="7B8A356E6DB9440487680D72810E441A"/>
  </w:style>
  <w:style w:type="paragraph" w:customStyle="1" w:styleId="81A19B9665BC4C069A1C6F2B35A680C1">
    <w:name w:val="81A19B9665BC4C069A1C6F2B35A680C1"/>
  </w:style>
  <w:style w:type="paragraph" w:customStyle="1" w:styleId="BrochureSubtitle2">
    <w:name w:val="Brochure Subtitle 2"/>
    <w:basedOn w:val="Normal"/>
    <w:qFormat/>
    <w:pPr>
      <w:spacing w:before="120" w:after="120" w:line="384" w:lineRule="auto"/>
    </w:pPr>
    <w:rPr>
      <w:rFonts w:eastAsiaTheme="minorHAnsi"/>
      <w:i/>
      <w:color w:val="76923C" w:themeColor="accent3" w:themeShade="BF"/>
      <w:sz w:val="20"/>
    </w:rPr>
  </w:style>
  <w:style w:type="paragraph" w:customStyle="1" w:styleId="89171E8AB2F34AA583A9DD82F5790ECE">
    <w:name w:val="89171E8AB2F34AA583A9DD82F5790ECE"/>
  </w:style>
  <w:style w:type="paragraph" w:customStyle="1" w:styleId="50F06A563AA44C68B1DE899A5CDD2B8E">
    <w:name w:val="50F06A563AA44C68B1DE899A5CDD2B8E"/>
  </w:style>
  <w:style w:type="paragraph" w:customStyle="1" w:styleId="F15E342EE7D34FA7BE9E56A859F12323">
    <w:name w:val="F15E342EE7D34FA7BE9E56A859F12323"/>
  </w:style>
  <w:style w:type="paragraph" w:customStyle="1" w:styleId="BrochureList">
    <w:name w:val="Brochure List"/>
    <w:basedOn w:val="Normal"/>
    <w:qFormat/>
    <w:pPr>
      <w:numPr>
        <w:numId w:val="1"/>
      </w:numPr>
      <w:spacing w:after="120" w:line="300" w:lineRule="auto"/>
    </w:pPr>
    <w:rPr>
      <w:rFonts w:eastAsiaTheme="minorHAnsi"/>
      <w:sz w:val="18"/>
    </w:rPr>
  </w:style>
  <w:style w:type="paragraph" w:customStyle="1" w:styleId="5F399FB15138411B971717DE56C8C86A">
    <w:name w:val="5F399FB15138411B971717DE56C8C86A"/>
  </w:style>
  <w:style w:type="paragraph" w:customStyle="1" w:styleId="E27EB380F22E4A878DE3887E85568B1A">
    <w:name w:val="E27EB380F22E4A878DE3887E85568B1A"/>
  </w:style>
  <w:style w:type="paragraph" w:customStyle="1" w:styleId="E0F6D0CE796B42A68A5DCD4B86A3E926">
    <w:name w:val="E0F6D0CE796B42A68A5DCD4B86A3E926"/>
  </w:style>
  <w:style w:type="paragraph" w:customStyle="1" w:styleId="CE861C29C3AD4379AD54B20963583A3A">
    <w:name w:val="CE861C29C3AD4379AD54B20963583A3A"/>
  </w:style>
  <w:style w:type="paragraph" w:customStyle="1" w:styleId="D148C52F30AC470C90341DEE78AF32DD">
    <w:name w:val="D148C52F30AC470C90341DEE78AF32D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70701-30DC-4EED-AEE8-2DBA7DB29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Brochure</Template>
  <TotalTime>5</TotalTime>
  <Pages>2</Pages>
  <Words>393</Words>
  <Characters>2242</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[Customize this brochure]</vt:lpstr>
      <vt:lpstr>    [Working with breaks]</vt:lpstr>
      <vt:lpstr>    [Working with spacing]</vt:lpstr>
      <vt:lpstr>    [Other Brochure Tips]</vt:lpstr>
      <vt:lpstr>    [Customize this brochure]</vt:lpstr>
      <vt:lpstr>    [Working with spacing]</vt:lpstr>
      <vt:lpstr>    [Use charts to make your point]</vt:lpstr>
      <vt:lpstr>    [Working with breaks]</vt:lpstr>
    </vt:vector>
  </TitlesOfParts>
  <Company/>
  <LinksUpToDate>false</LinksUpToDate>
  <CharactersWithSpaces>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kbradford</dc:creator>
  <cp:keywords/>
  <cp:lastModifiedBy>kbradford</cp:lastModifiedBy>
  <cp:revision>2</cp:revision>
  <cp:lastPrinted>2006-08-01T17:47:00Z</cp:lastPrinted>
  <dcterms:created xsi:type="dcterms:W3CDTF">2009-05-11T23:18:00Z</dcterms:created>
  <dcterms:modified xsi:type="dcterms:W3CDTF">2009-05-11T23:24:00Z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TC100726671033</vt:lpwstr>
  </property>
</Properties>
</file>